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6B4601AB" w:rsidR="00F422D3" w:rsidRDefault="00F422D3" w:rsidP="00BB1390">
      <w:pPr>
        <w:pStyle w:val="Titul2"/>
      </w:pPr>
      <w:r>
        <w:t xml:space="preserve">Název </w:t>
      </w:r>
      <w:r w:rsidRPr="00BB1390">
        <w:t>zakázky</w:t>
      </w:r>
      <w:r>
        <w:t>: „</w:t>
      </w:r>
      <w:r w:rsidR="00D86220" w:rsidRPr="00D86220">
        <w:t>Rekonstrukce zastávky Lipová Lázně zastávka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38E1FE31" w14:textId="679B673C"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713161">
        <w:t xml:space="preserve"> </w:t>
      </w: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41B184D" w:rsidR="00F422D3" w:rsidRDefault="00F422D3" w:rsidP="00B42F40">
      <w:pPr>
        <w:pStyle w:val="Textbezodsazen"/>
      </w:pPr>
      <w:r>
        <w:t>ISPROFOND</w:t>
      </w:r>
      <w:r w:rsidR="00A07DDA">
        <w:t>/SUBISPROFIN</w:t>
      </w:r>
      <w:r>
        <w:t xml:space="preserve">: </w:t>
      </w:r>
      <w:r w:rsidR="00D86220">
        <w:t>5003520140/5713520084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CF20899" w:rsidR="007D26F9" w:rsidRDefault="007D26F9" w:rsidP="00BC5BDD">
      <w:pPr>
        <w:pStyle w:val="Text1-1"/>
      </w:pPr>
      <w:r>
        <w:t>Objednatel oznámil</w:t>
      </w:r>
      <w:r w:rsidR="00D86220">
        <w:t xml:space="preserve"> </w:t>
      </w:r>
      <w:r w:rsidR="00121010" w:rsidRPr="00D86220">
        <w:t xml:space="preserve">uveřejněním na Profilu zadavatele: </w:t>
      </w:r>
      <w:hyperlink r:id="rId11" w:history="1">
        <w:r w:rsidR="00121010" w:rsidRPr="00D86220">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D86220" w:rsidRPr="00D86220">
        <w:rPr>
          <w:rStyle w:val="Tun"/>
        </w:rPr>
        <w:t>Rekonstrukce zastávky Lipová Lázně zastávka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A90B4BD"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D86220">
        <w:rPr>
          <w:rStyle w:val="Tun"/>
        </w:rPr>
        <w:t xml:space="preserve"> 13</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60E9E95" w:rsidR="007D26F9" w:rsidRDefault="007D26F9" w:rsidP="00BC5BDD">
      <w:pPr>
        <w:pStyle w:val="Textbezslovn"/>
      </w:pPr>
      <w:r w:rsidRPr="00517C97">
        <w:rPr>
          <w:b/>
        </w:rPr>
        <w:t>Lhůta pro dokončení stavebních prací</w:t>
      </w:r>
      <w:r>
        <w:t xml:space="preserve"> činí celkem </w:t>
      </w:r>
      <w:r w:rsidR="00CC6A6E">
        <w:rPr>
          <w:rStyle w:val="Tun"/>
        </w:rPr>
        <w:t>7</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607B5664" w:rsidR="002D7AA5" w:rsidRPr="009A12BD" w:rsidRDefault="00E00CD2" w:rsidP="002D7AA5">
      <w:pPr>
        <w:pStyle w:val="Odrka1-3"/>
        <w:numPr>
          <w:ilvl w:val="0"/>
          <w:numId w:val="0"/>
        </w:numPr>
        <w:ind w:left="709"/>
      </w:pPr>
      <w:r w:rsidRPr="00CC6A6E">
        <w:rPr>
          <w:b/>
          <w:bCs/>
        </w:rPr>
        <w:t>Následná</w:t>
      </w:r>
      <w:r w:rsidRPr="00CC6A6E">
        <w:rPr>
          <w:bCs/>
        </w:rPr>
        <w:t xml:space="preserve"> </w:t>
      </w:r>
      <w:r w:rsidRPr="00CC6A6E">
        <w:rPr>
          <w:b/>
          <w:bCs/>
        </w:rPr>
        <w:t>úprava směrového a výškového uspořádání koleje</w:t>
      </w:r>
      <w:r w:rsidRPr="00CC6A6E">
        <w:rPr>
          <w:bCs/>
        </w:rPr>
        <w:t xml:space="preserve">, která se týká </w:t>
      </w:r>
      <w:r w:rsidR="00CC6A6E" w:rsidRPr="00CC6A6E">
        <w:rPr>
          <w:rFonts w:eastAsia="Times New Roman" w:cs="Times New Roman"/>
          <w:lang w:eastAsia="cs-CZ"/>
        </w:rPr>
        <w:t>„</w:t>
      </w:r>
      <w:r w:rsidR="00CC6A6E" w:rsidRPr="00CC6A6E">
        <w:rPr>
          <w:rFonts w:eastAsia="Times New Roman" w:cs="Times New Roman"/>
          <w:b/>
          <w:lang w:eastAsia="cs-CZ"/>
        </w:rPr>
        <w:t xml:space="preserve">SO 20.1 Lipová Lázně </w:t>
      </w:r>
      <w:proofErr w:type="spellStart"/>
      <w:r w:rsidR="00CC6A6E" w:rsidRPr="00CC6A6E">
        <w:rPr>
          <w:rFonts w:eastAsia="Times New Roman" w:cs="Times New Roman"/>
          <w:b/>
          <w:lang w:eastAsia="cs-CZ"/>
        </w:rPr>
        <w:t>zast</w:t>
      </w:r>
      <w:proofErr w:type="spellEnd"/>
      <w:r w:rsidR="00CC6A6E" w:rsidRPr="00CC6A6E">
        <w:rPr>
          <w:rFonts w:eastAsia="Times New Roman" w:cs="Times New Roman"/>
          <w:b/>
          <w:lang w:eastAsia="cs-CZ"/>
        </w:rPr>
        <w:t xml:space="preserve">., železniční svršek a </w:t>
      </w:r>
      <w:proofErr w:type="gramStart"/>
      <w:r w:rsidR="00CC6A6E" w:rsidRPr="00CC6A6E">
        <w:rPr>
          <w:rFonts w:eastAsia="Times New Roman" w:cs="Times New Roman"/>
          <w:b/>
          <w:lang w:eastAsia="cs-CZ"/>
        </w:rPr>
        <w:t>spodek - následná</w:t>
      </w:r>
      <w:proofErr w:type="gramEnd"/>
      <w:r w:rsidR="00CC6A6E" w:rsidRPr="00CC6A6E">
        <w:rPr>
          <w:rFonts w:eastAsia="Times New Roman" w:cs="Times New Roman"/>
          <w:b/>
          <w:lang w:eastAsia="cs-CZ"/>
        </w:rPr>
        <w:t xml:space="preserve"> úprava GPK</w:t>
      </w:r>
      <w:r w:rsidR="00CC6A6E" w:rsidRPr="00CC6A6E">
        <w:rPr>
          <w:rFonts w:eastAsia="Times New Roman" w:cs="Times New Roman"/>
          <w:lang w:eastAsia="cs-CZ"/>
        </w:rPr>
        <w:t>“</w:t>
      </w:r>
      <w:r w:rsidRPr="00CC6A6E">
        <w:rPr>
          <w:bCs/>
        </w:rPr>
        <w:t>, bude provedena do</w:t>
      </w:r>
      <w:r w:rsidR="00CC6A6E" w:rsidRPr="00CC6A6E">
        <w:rPr>
          <w:bCs/>
        </w:rPr>
        <w:t xml:space="preserve"> </w:t>
      </w:r>
      <w:r w:rsidR="00CC6A6E" w:rsidRPr="00CC6A6E">
        <w:rPr>
          <w:b/>
        </w:rPr>
        <w:t>5</w:t>
      </w:r>
      <w:r w:rsidRPr="00CC6A6E">
        <w:rPr>
          <w:b/>
        </w:rPr>
        <w:t xml:space="preserve"> </w:t>
      </w:r>
      <w:r w:rsidRPr="00CC6A6E">
        <w:rPr>
          <w:b/>
          <w:bCs/>
        </w:rPr>
        <w:t>měsíců</w:t>
      </w:r>
      <w:r w:rsidRPr="00CC6A6E">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CC6A6E">
        <w:rPr>
          <w:bCs/>
        </w:rPr>
        <w:t xml:space="preserve"> </w:t>
      </w:r>
    </w:p>
    <w:p w14:paraId="6AB33383" w14:textId="24AD2B25" w:rsidR="007D26F9" w:rsidRDefault="007D26F9" w:rsidP="00BC5BDD">
      <w:pPr>
        <w:pStyle w:val="Textbezslovn"/>
      </w:pPr>
      <w:r w:rsidRPr="003E7501">
        <w:rPr>
          <w:b/>
        </w:rPr>
        <w:t xml:space="preserve">Předání </w:t>
      </w:r>
      <w:r w:rsidRPr="00CC6A6E">
        <w:rPr>
          <w:b/>
        </w:rPr>
        <w:t>posouzení interoperability</w:t>
      </w:r>
      <w:r w:rsidRPr="00CC6A6E">
        <w:t xml:space="preserve">, včetně zajištění všech souvisejících dokladů, podle </w:t>
      </w:r>
      <w:proofErr w:type="spellStart"/>
      <w:r w:rsidRPr="00CC6A6E">
        <w:t>ust</w:t>
      </w:r>
      <w:proofErr w:type="spellEnd"/>
      <w:r w:rsidRPr="00CC6A6E">
        <w:t>. § 49b zákona 266/1994 Sb.</w:t>
      </w:r>
      <w:r w:rsidR="001624A7" w:rsidRPr="00CC6A6E">
        <w:t>, o dráhách,</w:t>
      </w:r>
      <w:r w:rsidRPr="00CC6A6E">
        <w:t xml:space="preserve"> ve znění pozdějších předpisů, </w:t>
      </w:r>
      <w:r w:rsidRPr="00CC6A6E">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1186179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CC6A6E" w:rsidRPr="00CD617D">
        <w:rPr>
          <w:rFonts w:eastAsia="Times New Roman" w:cs="Times New Roman"/>
          <w:sz w:val="18"/>
          <w:szCs w:val="18"/>
        </w:rPr>
        <w:t>jedné</w:t>
      </w:r>
      <w:r w:rsidR="00CC6A6E">
        <w:rPr>
          <w:rFonts w:eastAsia="Times New Roman" w:cs="Times New Roman"/>
          <w:sz w:val="18"/>
          <w:szCs w:val="18"/>
        </w:rPr>
        <w:t xml:space="preserve">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6E7ADD11" w:rsidR="007A0137" w:rsidRPr="00CF1ED5" w:rsidRDefault="00CF1ED5" w:rsidP="007A0137">
      <w:pPr>
        <w:pStyle w:val="Text1-1"/>
        <w:numPr>
          <w:ilvl w:val="1"/>
          <w:numId w:val="9"/>
        </w:numPr>
      </w:pPr>
      <w:r w:rsidRPr="00CF1ED5">
        <w:t>NEOBSAZENO</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w:t>
      </w:r>
      <w:r w:rsidRPr="00913311">
        <w:lastRenderedPageBreak/>
        <w:t>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037A9F69" w:rsidR="007A0137" w:rsidRPr="00CF1ED5" w:rsidRDefault="007A0137" w:rsidP="00CF1ED5">
      <w:pPr>
        <w:pStyle w:val="Text1-1"/>
        <w:numPr>
          <w:ilvl w:val="1"/>
          <w:numId w:val="9"/>
        </w:numPr>
        <w:rPr>
          <w:i/>
        </w:rPr>
      </w:pPr>
      <w:r w:rsidRPr="00CF1ED5">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w:t>
      </w:r>
      <w:r>
        <w:lastRenderedPageBreak/>
        <w:t xml:space="preserve">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310D62B" w14:textId="08E7FC25" w:rsidR="00A93E56" w:rsidRPr="00CF1ED5" w:rsidRDefault="00CF1ED5" w:rsidP="00CF1ED5">
      <w:pPr>
        <w:pStyle w:val="Text1-1"/>
        <w:numPr>
          <w:ilvl w:val="1"/>
          <w:numId w:val="9"/>
        </w:numPr>
        <w:rPr>
          <w:i/>
          <w:color w:val="00B050"/>
        </w:rPr>
      </w:pPr>
      <w:r>
        <w:t>NEOBSAZENO</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 xml:space="preserve">registru smluv znečitelněna, nese </w:t>
      </w:r>
      <w:r>
        <w:lastRenderedPageBreak/>
        <w:t>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DB751BB" w:rsidR="007D26F9" w:rsidRDefault="007D26F9" w:rsidP="00342DC7">
      <w:pPr>
        <w:pStyle w:val="Textbezslovn"/>
      </w:pPr>
      <w:r w:rsidRPr="00A349C6">
        <w:rPr>
          <w:b/>
        </w:rPr>
        <w:t>Příloha č. 1:</w:t>
      </w:r>
      <w:r w:rsidR="008F7242">
        <w:t xml:space="preserve"> </w:t>
      </w:r>
      <w:r w:rsidR="008F7242">
        <w:tab/>
      </w:r>
      <w:r>
        <w:t xml:space="preserve">Obchodní podmínky – </w:t>
      </w:r>
      <w:r w:rsidR="00CF1ED5" w:rsidRPr="00CD617D">
        <w:rPr>
          <w:b/>
          <w:bCs/>
        </w:rPr>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ACB0770" w:rsidR="007D26F9" w:rsidRDefault="00F43D42" w:rsidP="00F43D42">
      <w:pPr>
        <w:pStyle w:val="Textbezslovn"/>
        <w:ind w:left="2127"/>
      </w:pPr>
      <w:r>
        <w:t xml:space="preserve">b) </w:t>
      </w:r>
      <w:r w:rsidR="007D26F9">
        <w:t xml:space="preserve">Všeobecné technické podmínky – </w:t>
      </w:r>
      <w:r w:rsidR="00CF1ED5" w:rsidRPr="00CD617D">
        <w:rPr>
          <w:b/>
          <w:bCs/>
        </w:rPr>
        <w:t>VTP/R/16/22</w:t>
      </w:r>
    </w:p>
    <w:p w14:paraId="239F0F49" w14:textId="1DB42A98" w:rsidR="007D26F9" w:rsidRPr="00CD617D" w:rsidRDefault="00F43D42" w:rsidP="00F43D42">
      <w:pPr>
        <w:pStyle w:val="Textbezslovn"/>
        <w:ind w:left="2127"/>
        <w:rPr>
          <w:b/>
          <w:bCs/>
        </w:rPr>
      </w:pPr>
      <w:r>
        <w:t xml:space="preserve">c) </w:t>
      </w:r>
      <w:r w:rsidR="007D26F9" w:rsidRPr="00CD617D">
        <w:rPr>
          <w:b/>
          <w:bCs/>
        </w:rPr>
        <w:t xml:space="preserve">Zvláštní technické podmínky </w:t>
      </w:r>
      <w:r w:rsidR="00CF1ED5" w:rsidRPr="00CD617D">
        <w:rPr>
          <w:b/>
          <w:bCs/>
        </w:rPr>
        <w:t>na zhotovení stavby „Rekonstrukce zastávky Lipová Lázně zastávka“ ze dne 28.03.2024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BE91C71" w:rsidR="00CB4F6D" w:rsidRPr="00CF1ED5" w:rsidRDefault="00CF1ED5" w:rsidP="00CB4F6D">
      <w:pPr>
        <w:pStyle w:val="Textbezodsazen"/>
        <w:rPr>
          <w:b/>
          <w:bCs/>
        </w:rPr>
      </w:pPr>
      <w:r w:rsidRPr="00946FEB">
        <w:rPr>
          <w:b/>
          <w:bCs/>
        </w:rP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5BCD1CD2"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CF1ED5" w:rsidRPr="00946FEB">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045D0E3A" w14:textId="283200EA" w:rsidR="00CF1ED5" w:rsidRPr="00CF1ED5" w:rsidRDefault="00342DC7" w:rsidP="00CF1ED5">
      <w:pPr>
        <w:pStyle w:val="Odstavec1-1a"/>
        <w:numPr>
          <w:ilvl w:val="0"/>
          <w:numId w:val="13"/>
        </w:numPr>
        <w:tabs>
          <w:tab w:val="clear" w:pos="1475"/>
          <w:tab w:val="num" w:pos="1077"/>
        </w:tabs>
        <w:ind w:left="1077"/>
        <w:rPr>
          <w:b/>
        </w:rPr>
      </w:pPr>
      <w:r w:rsidRPr="00AE4B52">
        <w:rPr>
          <w:rStyle w:val="Tun"/>
        </w:rPr>
        <w:t xml:space="preserve">Zvláštní technické podmínky </w:t>
      </w:r>
      <w:r w:rsidR="00CF1ED5" w:rsidRPr="00CF1ED5">
        <w:rPr>
          <w:b/>
          <w:bCs/>
        </w:rPr>
        <w:t>na zhotovení stavby „Rekonstrukce zastávky Lipová Lázně zastávka“ ze dne 28.03.2024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20FD4E1" w14:textId="7C185723" w:rsidR="00CF1ED5" w:rsidRPr="00AB2AA2" w:rsidRDefault="00AE4B52" w:rsidP="00CF1ED5">
      <w:pPr>
        <w:pStyle w:val="Nadpisbezsl1-2"/>
      </w:pPr>
      <w:r w:rsidRPr="001F518E">
        <w:t>Související dokumenty</w:t>
      </w:r>
    </w:p>
    <w:p w14:paraId="7B7F0C67" w14:textId="77777777" w:rsidR="00CF1ED5" w:rsidRPr="0078711C" w:rsidRDefault="00CF1ED5" w:rsidP="00CF1ED5">
      <w:pPr>
        <w:pStyle w:val="Odrka1-1"/>
        <w:rPr>
          <w:lang w:eastAsia="cs-CZ"/>
        </w:rPr>
      </w:pPr>
      <w:r w:rsidRPr="0078711C">
        <w:rPr>
          <w:lang w:eastAsia="cs-CZ"/>
        </w:rPr>
        <w:t xml:space="preserve">Dokumentace pro společné územní a stavební povolení zpracovaná společností </w:t>
      </w:r>
      <w:proofErr w:type="spellStart"/>
      <w:r w:rsidRPr="0078711C">
        <w:rPr>
          <w:lang w:eastAsia="cs-CZ"/>
        </w:rPr>
        <w:t>EXprojekt</w:t>
      </w:r>
      <w:proofErr w:type="spellEnd"/>
      <w:r w:rsidRPr="0078711C">
        <w:rPr>
          <w:lang w:eastAsia="cs-CZ"/>
        </w:rPr>
        <w:t xml:space="preserve"> s.r.o., se sídlem Heršpická 758/13, 619 00 Brno, IČO: 29285801, z 3. 1. 2022;</w:t>
      </w:r>
    </w:p>
    <w:p w14:paraId="5CD37F06" w14:textId="5B2EA4B0" w:rsidR="00AE4B52" w:rsidRPr="00CF1ED5" w:rsidRDefault="00985DF9" w:rsidP="00CF1ED5">
      <w:pPr>
        <w:pStyle w:val="Odrka1-1"/>
      </w:pPr>
      <w:r w:rsidRPr="00CF1ED5">
        <w:t xml:space="preserve">Stavební </w:t>
      </w:r>
      <w:proofErr w:type="gramStart"/>
      <w:r w:rsidRPr="00CF1ED5">
        <w:t xml:space="preserve">povolení </w:t>
      </w:r>
      <w:r w:rsidR="00CF1ED5" w:rsidRPr="00CF1ED5">
        <w:t>- b</w:t>
      </w:r>
      <w:r w:rsidR="00AE4B52" w:rsidRPr="00CF1ED5">
        <w:t>ude</w:t>
      </w:r>
      <w:proofErr w:type="gramEnd"/>
      <w:r w:rsidR="00AE4B52" w:rsidRPr="00CF1ED5">
        <w:t xml:space="preserve"> </w:t>
      </w:r>
      <w:r w:rsidR="00CD617D">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00D410F" w14:textId="77777777" w:rsidR="00CF1ED5" w:rsidRPr="00DB53E6" w:rsidRDefault="00CF1ED5" w:rsidP="00CF1ED5">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CF1ED5" w:rsidRPr="00DB53E6" w14:paraId="15CC92C7" w14:textId="77777777" w:rsidTr="006D1D5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85E232" w14:textId="77777777" w:rsidR="00CF1ED5" w:rsidRPr="00DB53E6" w:rsidRDefault="00CF1ED5" w:rsidP="006D1D57">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76437AD7" w14:textId="77777777" w:rsidR="00CF1ED5" w:rsidRPr="00DB53E6" w:rsidRDefault="00CF1ED5" w:rsidP="006D1D57">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CF1ED5" w:rsidRPr="00DB53E6" w14:paraId="7E5612E3" w14:textId="77777777" w:rsidTr="006D1D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279BC1" w14:textId="77777777" w:rsidR="00CF1ED5" w:rsidRPr="00DB53E6" w:rsidRDefault="00CF1ED5" w:rsidP="006D1D57">
            <w:pPr>
              <w:spacing w:before="40" w:after="40" w:line="240" w:lineRule="auto"/>
              <w:jc w:val="both"/>
              <w:rPr>
                <w:sz w:val="18"/>
                <w:szCs w:val="18"/>
                <w:lang w:eastAsia="en-US"/>
              </w:rPr>
            </w:pPr>
            <w:r w:rsidRPr="00DB53E6">
              <w:rPr>
                <w:sz w:val="18"/>
                <w:szCs w:val="18"/>
                <w:lang w:eastAsia="en-US"/>
              </w:rPr>
              <w:t>Adresa</w:t>
            </w:r>
          </w:p>
        </w:tc>
        <w:tc>
          <w:tcPr>
            <w:tcW w:w="5812" w:type="dxa"/>
          </w:tcPr>
          <w:p w14:paraId="5E8F358B" w14:textId="77777777" w:rsidR="00CF1ED5" w:rsidRPr="00DB53E6" w:rsidRDefault="00CF1ED5"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7060E0E" w14:textId="77777777" w:rsidR="00CF1ED5" w:rsidRPr="00DB53E6" w:rsidRDefault="00CF1ED5"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CF1ED5" w:rsidRPr="00DB53E6" w14:paraId="32D41B12" w14:textId="77777777" w:rsidTr="006D1D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1F8C92" w14:textId="77777777" w:rsidR="00CF1ED5" w:rsidRPr="00DB53E6" w:rsidRDefault="00CF1ED5" w:rsidP="006D1D57">
            <w:pPr>
              <w:spacing w:before="40" w:after="40" w:line="240" w:lineRule="auto"/>
              <w:jc w:val="both"/>
              <w:rPr>
                <w:sz w:val="18"/>
                <w:szCs w:val="18"/>
                <w:lang w:eastAsia="en-US"/>
              </w:rPr>
            </w:pPr>
            <w:r w:rsidRPr="00DB53E6">
              <w:rPr>
                <w:sz w:val="18"/>
                <w:szCs w:val="18"/>
                <w:lang w:eastAsia="en-US"/>
              </w:rPr>
              <w:t>E-mail</w:t>
            </w:r>
          </w:p>
        </w:tc>
        <w:tc>
          <w:tcPr>
            <w:tcW w:w="5812" w:type="dxa"/>
          </w:tcPr>
          <w:p w14:paraId="20608B7E" w14:textId="77777777" w:rsidR="00CF1ED5" w:rsidRPr="00DB53E6" w:rsidRDefault="00713161"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CF1ED5" w:rsidRPr="00DB53E6">
                <w:rPr>
                  <w:noProof/>
                  <w:color w:val="0563C1" w:themeColor="hyperlink"/>
                  <w:sz w:val="18"/>
                  <w:szCs w:val="18"/>
                  <w:u w:val="single"/>
                  <w:lang w:eastAsia="en-US"/>
                </w:rPr>
                <w:t>Bocak@spravazeleznic.cz</w:t>
              </w:r>
            </w:hyperlink>
          </w:p>
        </w:tc>
      </w:tr>
      <w:tr w:rsidR="00CF1ED5" w:rsidRPr="00DB53E6" w14:paraId="6104234D" w14:textId="77777777" w:rsidTr="006D1D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1F4128" w14:textId="77777777" w:rsidR="00CF1ED5" w:rsidRPr="00DB53E6" w:rsidRDefault="00CF1ED5" w:rsidP="006D1D57">
            <w:pPr>
              <w:spacing w:before="40" w:after="40" w:line="240" w:lineRule="auto"/>
              <w:jc w:val="both"/>
              <w:rPr>
                <w:sz w:val="18"/>
                <w:szCs w:val="18"/>
                <w:lang w:eastAsia="en-US"/>
              </w:rPr>
            </w:pPr>
            <w:r w:rsidRPr="00DB53E6">
              <w:rPr>
                <w:sz w:val="18"/>
                <w:szCs w:val="18"/>
                <w:lang w:eastAsia="en-US"/>
              </w:rPr>
              <w:t>Telefon</w:t>
            </w:r>
          </w:p>
        </w:tc>
        <w:tc>
          <w:tcPr>
            <w:tcW w:w="5812" w:type="dxa"/>
          </w:tcPr>
          <w:p w14:paraId="6013572C" w14:textId="77777777" w:rsidR="00CF1ED5" w:rsidRPr="00DB53E6" w:rsidRDefault="00CF1ED5"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7ECA53F3" w14:textId="77777777" w:rsidR="002038D5" w:rsidRPr="00F95FBD" w:rsidRDefault="002038D5" w:rsidP="00502690">
      <w:pPr>
        <w:pStyle w:val="Textbezodsazen"/>
      </w:pPr>
    </w:p>
    <w:p w14:paraId="48C5D912" w14:textId="77777777" w:rsidR="00CF1ED5" w:rsidRPr="00F95FBD" w:rsidRDefault="00CF1ED5" w:rsidP="00CF1ED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12CDB509" w:rsidR="003A3EAA" w:rsidRPr="001F518E" w:rsidRDefault="00CF1ED5"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F1ED5">
              <w:t xml:space="preserve">Mgr. Radka Szabó, </w:t>
            </w:r>
            <w:r w:rsidRPr="00CF1ED5">
              <w:rPr>
                <w:lang w:eastAsia="en-US"/>
              </w:rPr>
              <w:t>právník</w:t>
            </w:r>
            <w:r w:rsidRPr="00DB53E6">
              <w:rPr>
                <w:lang w:eastAsia="en-US"/>
              </w:rPr>
              <w:t xml:space="preserve"> Stavební správy východ</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10C399AE" w14:textId="77777777" w:rsidR="00CF1ED5" w:rsidRPr="00DB53E6" w:rsidRDefault="00CF1ED5" w:rsidP="00CF1ED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2888FB91" w14:textId="3AEB7204" w:rsidR="003A3EAA" w:rsidRPr="001F518E" w:rsidRDefault="00CF1ED5" w:rsidP="00CF1E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28EF2811" w:rsidR="003A3EAA" w:rsidRPr="001F518E" w:rsidRDefault="00CF1ED5"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ED5">
              <w:t>SzaboR@spravazeleznic.cz</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4E179E8F" w:rsidR="003A3EAA" w:rsidRPr="001F518E" w:rsidRDefault="00CF1ED5"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ED5">
              <w:t>+420 724 932 396</w:t>
            </w:r>
          </w:p>
        </w:tc>
      </w:tr>
    </w:tbl>
    <w:p w14:paraId="41B7AE4F" w14:textId="77777777" w:rsidR="002038D5" w:rsidRDefault="002038D5" w:rsidP="002038D5">
      <w:pPr>
        <w:pStyle w:val="Textbezodsazen"/>
      </w:pPr>
    </w:p>
    <w:p w14:paraId="1AE37267" w14:textId="77777777" w:rsidR="00CF1ED5" w:rsidRPr="00F95FBD" w:rsidRDefault="00CF1ED5" w:rsidP="00CF1E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F1ED5" w:rsidRPr="00F95FBD" w14:paraId="0F63A9CD" w14:textId="77777777" w:rsidTr="006D1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A8A998" w14:textId="77777777" w:rsidR="00CF1ED5" w:rsidRPr="00F95FBD" w:rsidRDefault="00CF1ED5" w:rsidP="006D1D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B7EED55" w14:textId="2354547F" w:rsidR="00CF1ED5" w:rsidRPr="00EA2773" w:rsidRDefault="00CF1ED5" w:rsidP="006D1D57">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t>Otakar Srovnal</w:t>
            </w:r>
          </w:p>
        </w:tc>
      </w:tr>
      <w:tr w:rsidR="00CD617D" w:rsidRPr="00F95FBD" w14:paraId="057049BC"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4E021215" w14:textId="0A83EE77" w:rsidR="00CD617D" w:rsidRPr="00F95FBD" w:rsidRDefault="00CD617D" w:rsidP="00CD617D">
            <w:pPr>
              <w:pStyle w:val="Tabulka"/>
              <w:rPr>
                <w:rStyle w:val="Nadpisvtabulce"/>
                <w:b w:val="0"/>
              </w:rPr>
            </w:pPr>
            <w:r>
              <w:rPr>
                <w:rStyle w:val="Nadpisvtabulce"/>
                <w:b w:val="0"/>
              </w:rPr>
              <w:t>Adresa</w:t>
            </w:r>
          </w:p>
        </w:tc>
        <w:tc>
          <w:tcPr>
            <w:tcW w:w="5812" w:type="dxa"/>
            <w:vAlign w:val="top"/>
          </w:tcPr>
          <w:p w14:paraId="025FF678" w14:textId="77777777" w:rsidR="00CD617D" w:rsidRPr="0092378A" w:rsidRDefault="00CD617D" w:rsidP="00CD617D">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407C8E6A" w14:textId="367F05A7" w:rsidR="00CD617D" w:rsidRPr="00EA2773" w:rsidRDefault="00CD617D" w:rsidP="00CD617D">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Muglinovská 1038/5, 702 00 Ostrava</w:t>
            </w:r>
          </w:p>
        </w:tc>
      </w:tr>
      <w:tr w:rsidR="00CD617D" w:rsidRPr="00F95FBD" w14:paraId="53CD1582"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7D75E1BB" w14:textId="616F3DD5" w:rsidR="00CD617D" w:rsidRPr="00F95FBD" w:rsidRDefault="00CD617D" w:rsidP="00CD617D">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45CDEB4C" w14:textId="77777777" w:rsidR="00CD617D" w:rsidRPr="0092378A" w:rsidRDefault="00CD617D" w:rsidP="00CD617D">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7482AA53" w14:textId="07C8952F" w:rsidR="00CD617D" w:rsidRPr="00EA2773" w:rsidRDefault="00CD617D" w:rsidP="00CD617D">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Nerudova 773/1, 779 00 Olomouc</w:t>
            </w:r>
          </w:p>
        </w:tc>
      </w:tr>
      <w:tr w:rsidR="00CF1ED5" w:rsidRPr="00F95FBD" w14:paraId="744F853E"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7DBEF0AB" w14:textId="77777777" w:rsidR="00CF1ED5" w:rsidRPr="00F95FBD" w:rsidRDefault="00CF1ED5" w:rsidP="006D1D57">
            <w:pPr>
              <w:pStyle w:val="Tabulka"/>
            </w:pPr>
            <w:r w:rsidRPr="00F95FBD">
              <w:t>E-mail</w:t>
            </w:r>
          </w:p>
        </w:tc>
        <w:tc>
          <w:tcPr>
            <w:tcW w:w="5812" w:type="dxa"/>
            <w:vAlign w:val="top"/>
          </w:tcPr>
          <w:p w14:paraId="2123C529" w14:textId="7E3C2881" w:rsidR="00CF1ED5" w:rsidRPr="00EA2773" w:rsidRDefault="00713161" w:rsidP="006D1D57">
            <w:pPr>
              <w:pStyle w:val="Tabulka"/>
              <w:cnfStyle w:val="000000000000" w:firstRow="0" w:lastRow="0" w:firstColumn="0" w:lastColumn="0" w:oddVBand="0" w:evenVBand="0" w:oddHBand="0" w:evenHBand="0" w:firstRowFirstColumn="0" w:firstRowLastColumn="0" w:lastRowFirstColumn="0" w:lastRowLastColumn="0"/>
            </w:pPr>
            <w:hyperlink r:id="rId32" w:history="1">
              <w:r w:rsidR="00CF1ED5" w:rsidRPr="00D362F0">
                <w:rPr>
                  <w:rStyle w:val="Hypertextovodkaz"/>
                  <w:noProof w:val="0"/>
                </w:rPr>
                <w:t>Srovnal@spravazeleznic.cz</w:t>
              </w:r>
            </w:hyperlink>
            <w:r w:rsidR="00CF1ED5" w:rsidRPr="00EA2773">
              <w:t xml:space="preserve"> </w:t>
            </w:r>
          </w:p>
        </w:tc>
      </w:tr>
      <w:tr w:rsidR="00CF1ED5" w:rsidRPr="00F95FBD" w14:paraId="3E43CDA0"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29B78313" w14:textId="77777777" w:rsidR="00CF1ED5" w:rsidRPr="00F95FBD" w:rsidRDefault="00CF1ED5" w:rsidP="006D1D57">
            <w:pPr>
              <w:pStyle w:val="Tabulka"/>
            </w:pPr>
            <w:r w:rsidRPr="00F95FBD">
              <w:t>Telefon</w:t>
            </w:r>
          </w:p>
        </w:tc>
        <w:tc>
          <w:tcPr>
            <w:tcW w:w="5812" w:type="dxa"/>
            <w:vAlign w:val="top"/>
          </w:tcPr>
          <w:p w14:paraId="002C4AF2" w14:textId="66DA6B17" w:rsidR="00CF1ED5" w:rsidRPr="00EA2773" w:rsidRDefault="00CF1ED5" w:rsidP="006D1D57">
            <w:pPr>
              <w:pStyle w:val="Tabulka"/>
              <w:cnfStyle w:val="000000000000" w:firstRow="0" w:lastRow="0" w:firstColumn="0" w:lastColumn="0" w:oddVBand="0" w:evenVBand="0" w:oddHBand="0" w:evenHBand="0" w:firstRowFirstColumn="0" w:firstRowLastColumn="0" w:lastRowFirstColumn="0" w:lastRowLastColumn="0"/>
            </w:pPr>
            <w:r w:rsidRPr="00EA2773">
              <w:t>+420</w:t>
            </w:r>
            <w:r>
              <w:t> 724 590 159</w:t>
            </w:r>
          </w:p>
        </w:tc>
      </w:tr>
    </w:tbl>
    <w:p w14:paraId="64E844C5" w14:textId="77777777" w:rsidR="00CF1ED5" w:rsidRPr="00F95FBD" w:rsidRDefault="00CF1E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5945280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18528733"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D617D">
              <w:rPr>
                <w:highlight w:val="yellow"/>
              </w:rPr>
              <w:t xml:space="preserve">Na toto místo bude jako minimální výše pojistného plnění vložena částka, která bude odpovídat výši Ceny Díla bez DPH, kterou </w:t>
            </w:r>
            <w:r w:rsidR="00306966" w:rsidRPr="00CD617D">
              <w:rPr>
                <w:highlight w:val="yellow"/>
              </w:rPr>
              <w:t xml:space="preserve">účastník výběrového řízení </w:t>
            </w:r>
            <w:r w:rsidRPr="00CD617D">
              <w:rPr>
                <w:highlight w:val="yellow"/>
              </w:rPr>
              <w:t>včlení do těla závazného vzoru Smlouvy předloženého</w:t>
            </w:r>
            <w:r w:rsidR="00A349C6" w:rsidRPr="00CD617D">
              <w:rPr>
                <w:highlight w:val="yellow"/>
              </w:rPr>
              <w:t xml:space="preserve"> v </w:t>
            </w:r>
            <w:r w:rsidRPr="00CD617D">
              <w:rPr>
                <w:highlight w:val="yellow"/>
              </w:rPr>
              <w:t xml:space="preserve">nabídce </w:t>
            </w:r>
            <w:r w:rsidR="00306966" w:rsidRPr="00CD617D">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6FC7326"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AA4B7D">
              <w:t xml:space="preserve"> 10 000 000</w:t>
            </w:r>
            <w:r w:rsidR="00AA4B7D" w:rsidRPr="00AA4B7D">
              <w:t>,-</w:t>
            </w:r>
            <w:r w:rsidRPr="00AA4B7D">
              <w:t xml:space="preserve"> Kč na jednu pojistnou událost</w:t>
            </w:r>
            <w:r w:rsidR="00A349C6" w:rsidRPr="00AA4B7D">
              <w:t xml:space="preserve"> a</w:t>
            </w:r>
            <w:r w:rsidR="00AA4B7D" w:rsidRPr="00AA4B7D">
              <w:t xml:space="preserve"> 20 000 000,- </w:t>
            </w:r>
            <w:r w:rsidRPr="00AA4B7D">
              <w:t>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0CA1F42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12F3FE3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22C4B192"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13161">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124DC40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F10167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35BF040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788A7DB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13161">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770139C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63E8BD65" w:rsidR="003E7501" w:rsidRPr="00D86220" w:rsidRDefault="003E7501" w:rsidP="00D86220">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856C935"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70E3B0E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6D719D4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3161">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4"/>
  </w:num>
  <w:num w:numId="4" w16cid:durableId="1110322721">
    <w:abstractNumId w:val="4"/>
  </w:num>
  <w:num w:numId="5" w16cid:durableId="8160687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6"/>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6"/>
  </w:num>
  <w:num w:numId="31" w16cid:durableId="1959410651">
    <w:abstractNumId w:val="16"/>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5"/>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7"/>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3"/>
  </w:num>
  <w:num w:numId="43" w16cid:durableId="83578653">
    <w:abstractNumId w:val="18"/>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 w:numId="49" w16cid:durableId="67037510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3161"/>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B7D"/>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6A6E"/>
    <w:rsid w:val="00CC7C8F"/>
    <w:rsid w:val="00CC7CAD"/>
    <w:rsid w:val="00CD1FC4"/>
    <w:rsid w:val="00CD617D"/>
    <w:rsid w:val="00CD753C"/>
    <w:rsid w:val="00CE3EF8"/>
    <w:rsid w:val="00CE48A6"/>
    <w:rsid w:val="00CE59A1"/>
    <w:rsid w:val="00CF1ED5"/>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86220"/>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CF1ED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CF1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6606</Words>
  <Characters>38981</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Szabó Radka, Mgr.</cp:lastModifiedBy>
  <cp:revision>2</cp:revision>
  <cp:lastPrinted>2021-01-26T08:00:00Z</cp:lastPrinted>
  <dcterms:created xsi:type="dcterms:W3CDTF">2024-04-08T10:24:00Z</dcterms:created>
  <dcterms:modified xsi:type="dcterms:W3CDTF">2024-04-08T10:24:00Z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